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12" w:rsidRDefault="00C22DCB" w:rsidP="00C22DCB">
      <w:pPr>
        <w:jc w:val="center"/>
      </w:pPr>
      <w:r>
        <w:t>Tabla comparativ</w:t>
      </w:r>
      <w:bookmarkStart w:id="0" w:name="_GoBack"/>
      <w:bookmarkEnd w:id="0"/>
      <w:r>
        <w:t>a para adquisiciones de bienes o servicios.</w:t>
      </w:r>
    </w:p>
    <w:p w:rsidR="00C22DCB" w:rsidRDefault="00C22DCB" w:rsidP="00C22DCB">
      <w:pPr>
        <w:jc w:val="center"/>
      </w:pPr>
    </w:p>
    <w:p w:rsidR="00C22DCB" w:rsidRDefault="00C22DCB" w:rsidP="00C22DCB">
      <w:pPr>
        <w:jc w:val="both"/>
      </w:pPr>
      <w:r>
        <w:t>Proveedor 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22DCB" w:rsidTr="00C22DCB">
        <w:tc>
          <w:tcPr>
            <w:tcW w:w="2207" w:type="dxa"/>
          </w:tcPr>
          <w:p w:rsidR="00C22DCB" w:rsidRDefault="00C22DCB" w:rsidP="00C22DCB">
            <w:pPr>
              <w:jc w:val="center"/>
            </w:pPr>
            <w:r>
              <w:t>Bien/ servicio</w:t>
            </w:r>
          </w:p>
        </w:tc>
        <w:tc>
          <w:tcPr>
            <w:tcW w:w="2207" w:type="dxa"/>
          </w:tcPr>
          <w:p w:rsidR="00C22DCB" w:rsidRDefault="00C22DCB" w:rsidP="00C22DCB">
            <w:pPr>
              <w:jc w:val="center"/>
            </w:pPr>
            <w:r>
              <w:t>Características requeridas</w:t>
            </w:r>
          </w:p>
        </w:tc>
        <w:tc>
          <w:tcPr>
            <w:tcW w:w="2207" w:type="dxa"/>
          </w:tcPr>
          <w:p w:rsidR="00C22DCB" w:rsidRDefault="00C22DCB" w:rsidP="00C22DCB">
            <w:pPr>
              <w:jc w:val="center"/>
            </w:pPr>
            <w:r>
              <w:t>Estatus de cumplimiento</w:t>
            </w:r>
          </w:p>
        </w:tc>
        <w:tc>
          <w:tcPr>
            <w:tcW w:w="2207" w:type="dxa"/>
          </w:tcPr>
          <w:p w:rsidR="00C22DCB" w:rsidRDefault="00C22DCB" w:rsidP="00C22DCB">
            <w:pPr>
              <w:jc w:val="center"/>
            </w:pPr>
            <w:r>
              <w:t>Costo</w:t>
            </w:r>
          </w:p>
        </w:tc>
      </w:tr>
      <w:tr w:rsidR="00C22DCB" w:rsidRPr="00C22DCB" w:rsidTr="00C22DCB"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Ej. Camioneta tipo pick-up</w:t>
            </w: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Tracción 4X4</w:t>
            </w: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 w:val="restart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$____</w:t>
            </w:r>
          </w:p>
        </w:tc>
      </w:tr>
      <w:tr w:rsidR="00C22DCB" w:rsidRPr="00C22DCB" w:rsidTr="00C22DCB"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 xml:space="preserve">Motor a </w:t>
            </w:r>
            <w:proofErr w:type="spellStart"/>
            <w:r w:rsidRPr="00C22DCB">
              <w:rPr>
                <w:i/>
                <w:color w:val="A6A6A6" w:themeColor="background1" w:themeShade="A6"/>
              </w:rPr>
              <w:t>Diesel</w:t>
            </w:r>
            <w:proofErr w:type="spellEnd"/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  <w:tr w:rsidR="00C22DCB" w:rsidRPr="00C22DCB" w:rsidTr="00C22DCB"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Cuatro puertas</w:t>
            </w:r>
          </w:p>
        </w:tc>
        <w:tc>
          <w:tcPr>
            <w:tcW w:w="2207" w:type="dxa"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C22DCB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</w:tbl>
    <w:p w:rsidR="00C22DCB" w:rsidRPr="00C22DCB" w:rsidRDefault="00C22DCB" w:rsidP="00C22DCB">
      <w:pPr>
        <w:jc w:val="center"/>
        <w:rPr>
          <w:i/>
          <w:color w:val="A6A6A6" w:themeColor="background1" w:themeShade="A6"/>
        </w:rPr>
      </w:pPr>
    </w:p>
    <w:p w:rsidR="00C22DCB" w:rsidRDefault="00C22DCB" w:rsidP="00C22DCB">
      <w:pPr>
        <w:jc w:val="both"/>
      </w:pPr>
      <w:r>
        <w:t>Proveedor 2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22DCB" w:rsidTr="00AF3696"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Bien/ servicio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Características requeridas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Estatus de cumplimiento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Costo</w:t>
            </w: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Ej. Camioneta tipo pick-up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Tracción 4X4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 w:val="restart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$____</w:t>
            </w: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 xml:space="preserve">Motor a </w:t>
            </w:r>
            <w:proofErr w:type="spellStart"/>
            <w:r w:rsidRPr="00C22DCB">
              <w:rPr>
                <w:i/>
                <w:color w:val="A6A6A6" w:themeColor="background1" w:themeShade="A6"/>
              </w:rPr>
              <w:t>Diesel</w:t>
            </w:r>
            <w:proofErr w:type="spellEnd"/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No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Cuatro puertas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</w:tbl>
    <w:p w:rsidR="00C22DCB" w:rsidRDefault="00C22DCB" w:rsidP="00C22DCB">
      <w:pPr>
        <w:jc w:val="both"/>
        <w:rPr>
          <w:i/>
          <w:color w:val="A6A6A6" w:themeColor="background1" w:themeShade="A6"/>
        </w:rPr>
      </w:pPr>
    </w:p>
    <w:p w:rsidR="00C22DCB" w:rsidRDefault="00C22DCB" w:rsidP="00C22DCB">
      <w:pPr>
        <w:jc w:val="both"/>
      </w:pPr>
      <w:r>
        <w:t>Proveedor 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22DCB" w:rsidTr="00AF3696"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Bien/ servicio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Características requeridas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Estatus de cumplimiento</w:t>
            </w:r>
          </w:p>
        </w:tc>
        <w:tc>
          <w:tcPr>
            <w:tcW w:w="2207" w:type="dxa"/>
          </w:tcPr>
          <w:p w:rsidR="00C22DCB" w:rsidRDefault="00C22DCB" w:rsidP="00AF3696">
            <w:pPr>
              <w:jc w:val="center"/>
            </w:pPr>
            <w:r>
              <w:t>Costo</w:t>
            </w: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Ej. Camioneta tipo pick-up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Tracción 4X4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 w:val="restart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$____</w:t>
            </w: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 xml:space="preserve">Motor a </w:t>
            </w:r>
            <w:proofErr w:type="spellStart"/>
            <w:r w:rsidRPr="00C22DCB">
              <w:rPr>
                <w:i/>
                <w:color w:val="A6A6A6" w:themeColor="background1" w:themeShade="A6"/>
              </w:rPr>
              <w:t>Diesel</w:t>
            </w:r>
            <w:proofErr w:type="spellEnd"/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>
              <w:rPr>
                <w:i/>
                <w:color w:val="A6A6A6" w:themeColor="background1" w:themeShade="A6"/>
              </w:rPr>
              <w:t>Si</w:t>
            </w:r>
            <w:r w:rsidRPr="00C22DCB">
              <w:rPr>
                <w:i/>
                <w:color w:val="A6A6A6" w:themeColor="background1" w:themeShade="A6"/>
              </w:rPr>
              <w:t xml:space="preserve">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  <w:tr w:rsidR="00C22DCB" w:rsidRPr="00C22DCB" w:rsidTr="00AF3696"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Cuatro puertas</w:t>
            </w:r>
          </w:p>
        </w:tc>
        <w:tc>
          <w:tcPr>
            <w:tcW w:w="2207" w:type="dxa"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  <w:r w:rsidRPr="00C22DCB">
              <w:rPr>
                <w:i/>
                <w:color w:val="A6A6A6" w:themeColor="background1" w:themeShade="A6"/>
              </w:rPr>
              <w:t>Si cumple</w:t>
            </w:r>
          </w:p>
        </w:tc>
        <w:tc>
          <w:tcPr>
            <w:tcW w:w="2207" w:type="dxa"/>
            <w:vMerge/>
          </w:tcPr>
          <w:p w:rsidR="00C22DCB" w:rsidRPr="00C22DCB" w:rsidRDefault="00C22DCB" w:rsidP="00AF3696">
            <w:pPr>
              <w:jc w:val="center"/>
              <w:rPr>
                <w:i/>
                <w:color w:val="A6A6A6" w:themeColor="background1" w:themeShade="A6"/>
              </w:rPr>
            </w:pPr>
          </w:p>
        </w:tc>
      </w:tr>
    </w:tbl>
    <w:p w:rsidR="00C22DCB" w:rsidRDefault="00C22DCB" w:rsidP="00C22DCB">
      <w:pPr>
        <w:jc w:val="both"/>
        <w:rPr>
          <w:i/>
          <w:color w:val="A6A6A6" w:themeColor="background1" w:themeShade="A6"/>
        </w:rPr>
      </w:pPr>
    </w:p>
    <w:p w:rsidR="00C22DCB" w:rsidRPr="00C22DCB" w:rsidRDefault="00C22DCB" w:rsidP="00C22DCB">
      <w:pPr>
        <w:jc w:val="both"/>
        <w:rPr>
          <w:color w:val="A6A6A6" w:themeColor="background1" w:themeShade="A6"/>
        </w:rPr>
      </w:pPr>
    </w:p>
    <w:p w:rsidR="00C22DCB" w:rsidRDefault="00C22DCB" w:rsidP="00C22DCB">
      <w:pPr>
        <w:jc w:val="both"/>
      </w:pPr>
      <w:r>
        <w:t>Justificación de la selección:</w:t>
      </w:r>
    </w:p>
    <w:p w:rsidR="00C22DCB" w:rsidRPr="00C22DCB" w:rsidRDefault="00C22DCB" w:rsidP="00C22DCB">
      <w:pPr>
        <w:jc w:val="both"/>
        <w:rPr>
          <w:i/>
          <w:color w:val="A6A6A6" w:themeColor="background1" w:themeShade="A6"/>
        </w:rPr>
      </w:pPr>
      <w:r w:rsidRPr="00C22DCB">
        <w:rPr>
          <w:i/>
          <w:color w:val="A6A6A6" w:themeColor="background1" w:themeShade="A6"/>
        </w:rPr>
        <w:t>(Breve texto que describa las razones para seleccionar un determinado proveedor</w:t>
      </w:r>
      <w:r>
        <w:rPr>
          <w:i/>
          <w:color w:val="A6A6A6" w:themeColor="background1" w:themeShade="A6"/>
        </w:rPr>
        <w:t>. Las tablas se pueden adaptar de acuerdo al tipo de bien y servicio que se esté contizando</w:t>
      </w:r>
      <w:r w:rsidRPr="00C22DCB">
        <w:rPr>
          <w:i/>
          <w:color w:val="A6A6A6" w:themeColor="background1" w:themeShade="A6"/>
        </w:rPr>
        <w:t>)</w:t>
      </w:r>
    </w:p>
    <w:sectPr w:rsidR="00C22DCB" w:rsidRPr="00C22DCB" w:rsidSect="00C22DCB">
      <w:headerReference w:type="default" r:id="rId6"/>
      <w:footerReference w:type="default" r:id="rId7"/>
      <w:pgSz w:w="12240" w:h="15840"/>
      <w:pgMar w:top="1417" w:right="1701" w:bottom="1417" w:left="1701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087" w:rsidRDefault="00CA5087" w:rsidP="00C22DCB">
      <w:pPr>
        <w:spacing w:after="0" w:line="240" w:lineRule="auto"/>
      </w:pPr>
      <w:r>
        <w:separator/>
      </w:r>
    </w:p>
  </w:endnote>
  <w:endnote w:type="continuationSeparator" w:id="0">
    <w:p w:rsidR="00CA5087" w:rsidRDefault="00CA5087" w:rsidP="00C2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0988892"/>
      <w:docPartObj>
        <w:docPartGallery w:val="Page Numbers (Bottom of Page)"/>
        <w:docPartUnique/>
      </w:docPartObj>
    </w:sdtPr>
    <w:sdtEndPr/>
    <w:sdtContent>
      <w:p w:rsidR="00C22DCB" w:rsidRDefault="00C22DC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790" w:rsidRPr="00832790">
          <w:rPr>
            <w:noProof/>
            <w:lang w:val="es-ES"/>
          </w:rPr>
          <w:t>1</w:t>
        </w:r>
        <w:r>
          <w:fldChar w:fldCharType="end"/>
        </w:r>
      </w:p>
    </w:sdtContent>
  </w:sdt>
  <w:p w:rsidR="00C22DCB" w:rsidRDefault="00C22D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087" w:rsidRDefault="00CA5087" w:rsidP="00C22DCB">
      <w:pPr>
        <w:spacing w:after="0" w:line="240" w:lineRule="auto"/>
      </w:pPr>
      <w:r>
        <w:separator/>
      </w:r>
    </w:p>
  </w:footnote>
  <w:footnote w:type="continuationSeparator" w:id="0">
    <w:p w:rsidR="00CA5087" w:rsidRDefault="00CA5087" w:rsidP="00C2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D8F" w:rsidRDefault="000F323A" w:rsidP="00BC1D8F">
    <w:pPr>
      <w:spacing w:after="0" w:line="240" w:lineRule="auto"/>
      <w:jc w:val="right"/>
    </w:pPr>
    <w:r>
      <w:t>Formato 12</w:t>
    </w:r>
    <w:r w:rsidR="00BC1D8F">
      <w:t>.6 Tabla comparativa para</w:t>
    </w:r>
  </w:p>
  <w:p w:rsidR="00BC1D8F" w:rsidRDefault="00BC1D8F" w:rsidP="00BC1D8F">
    <w:pPr>
      <w:spacing w:after="0" w:line="240" w:lineRule="auto"/>
      <w:jc w:val="right"/>
    </w:pPr>
    <w:r>
      <w:t>adquisiciones de bienes o servicios.</w:t>
    </w:r>
  </w:p>
  <w:p w:rsidR="00C22DCB" w:rsidRDefault="00832790">
    <w:pPr>
      <w:pStyle w:val="Encabezado"/>
    </w:pPr>
    <w:r>
      <w:rPr>
        <w:noProof/>
        <w:lang w:eastAsia="es-MX"/>
      </w:rPr>
      <w:drawing>
        <wp:inline distT="0" distB="0" distL="0" distR="0">
          <wp:extent cx="2038350" cy="86906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591" cy="8772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2DCB" w:rsidRDefault="00C22D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CB"/>
    <w:rsid w:val="000F323A"/>
    <w:rsid w:val="00211211"/>
    <w:rsid w:val="002135E2"/>
    <w:rsid w:val="002C534C"/>
    <w:rsid w:val="00324412"/>
    <w:rsid w:val="0042471D"/>
    <w:rsid w:val="00832790"/>
    <w:rsid w:val="00BC1D8F"/>
    <w:rsid w:val="00C22DCB"/>
    <w:rsid w:val="00C4795F"/>
    <w:rsid w:val="00CA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B06811-79F1-4834-8B60-B43F8AB9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2D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2DCB"/>
  </w:style>
  <w:style w:type="paragraph" w:styleId="Piedepgina">
    <w:name w:val="footer"/>
    <w:basedOn w:val="Normal"/>
    <w:link w:val="PiedepginaCar"/>
    <w:uiPriority w:val="99"/>
    <w:unhideWhenUsed/>
    <w:rsid w:val="00C22D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2DCB"/>
  </w:style>
  <w:style w:type="table" w:styleId="Tablaconcuadrcula">
    <w:name w:val="Table Grid"/>
    <w:basedOn w:val="Tablanormal"/>
    <w:uiPriority w:val="39"/>
    <w:rsid w:val="00C2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Mireya Méndez</dc:creator>
  <cp:keywords/>
  <dc:description/>
  <cp:lastModifiedBy>Selina Villegas</cp:lastModifiedBy>
  <cp:revision>3</cp:revision>
  <dcterms:created xsi:type="dcterms:W3CDTF">2021-01-13T16:26:00Z</dcterms:created>
  <dcterms:modified xsi:type="dcterms:W3CDTF">2021-01-13T16:26:00Z</dcterms:modified>
</cp:coreProperties>
</file>